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EC6" w:rsidRDefault="00FF3EC6" w:rsidP="00FF3EC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FA3A7B">
      <w:pPr>
        <w:pStyle w:val="Nadpis1"/>
      </w:pPr>
      <w:r>
        <w:t>12</w:t>
      </w:r>
      <w:r w:rsidR="008331E3">
        <w:t>1</w:t>
      </w:r>
      <w:r w:rsidR="003C78C2">
        <w:t>/</w:t>
      </w:r>
      <w:r w:rsidR="00E25290">
        <w:t>09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051B1C">
        <w:t>6</w:t>
      </w:r>
      <w:r w:rsidR="00417F01">
        <w:t xml:space="preserve">. </w:t>
      </w:r>
      <w:r w:rsidR="00051B1C">
        <w:t>března</w:t>
      </w:r>
      <w:r>
        <w:t xml:space="preserve"> 201</w:t>
      </w:r>
      <w:r w:rsidR="004C600F">
        <w:t>9</w:t>
      </w:r>
      <w:r w:rsidR="00051B1C">
        <w:t>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F3EC6" w:rsidRDefault="00870751" w:rsidP="002C4FB6">
      <w:pPr>
        <w:pStyle w:val="Nadpis2"/>
        <w:jc w:val="both"/>
      </w:pPr>
      <w:r>
        <w:lastRenderedPageBreak/>
        <w:t xml:space="preserve">1) </w:t>
      </w:r>
      <w:r w:rsidR="002C4FB6">
        <w:t>Užití znaku města Strakonice</w:t>
      </w:r>
    </w:p>
    <w:p w:rsidR="00255723" w:rsidRDefault="00255723" w:rsidP="00255723">
      <w:pPr>
        <w:jc w:val="both"/>
        <w:rPr>
          <w:i/>
          <w:iCs/>
        </w:rPr>
      </w:pPr>
    </w:p>
    <w:p w:rsidR="00255723" w:rsidRPr="00255723" w:rsidRDefault="00255723" w:rsidP="0025572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5723">
        <w:rPr>
          <w:b/>
          <w:bCs/>
          <w:u w:val="single"/>
        </w:rPr>
        <w:t>Návrh usnesení:</w:t>
      </w:r>
    </w:p>
    <w:p w:rsidR="00255723" w:rsidRPr="00255723" w:rsidRDefault="00255723" w:rsidP="00255723">
      <w:pPr>
        <w:widowControl w:val="0"/>
        <w:autoSpaceDE w:val="0"/>
        <w:autoSpaceDN w:val="0"/>
        <w:adjustRightInd w:val="0"/>
        <w:jc w:val="both"/>
      </w:pPr>
      <w:r w:rsidRPr="00255723">
        <w:t>RM po projednání</w:t>
      </w:r>
    </w:p>
    <w:p w:rsidR="00255723" w:rsidRPr="00255723" w:rsidRDefault="00255723" w:rsidP="002557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255723" w:rsidRPr="00255723" w:rsidRDefault="00255723" w:rsidP="00255723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 xml:space="preserve">I. </w:t>
      </w:r>
      <w:r w:rsidR="00A03AA5">
        <w:rPr>
          <w:b/>
          <w:bCs/>
          <w:szCs w:val="26"/>
          <w:u w:val="single"/>
        </w:rPr>
        <w:t>Nes</w:t>
      </w:r>
      <w:r w:rsidR="004D044D">
        <w:rPr>
          <w:b/>
          <w:bCs/>
          <w:szCs w:val="26"/>
          <w:u w:val="single"/>
        </w:rPr>
        <w:t>ouhlasí</w:t>
      </w:r>
    </w:p>
    <w:p w:rsidR="00255723" w:rsidRPr="00255723" w:rsidRDefault="004D044D" w:rsidP="00255723">
      <w:pPr>
        <w:jc w:val="both"/>
      </w:pPr>
      <w:r>
        <w:t>s užitím znaku města Strakonice</w:t>
      </w:r>
      <w:r w:rsidR="00F11AA5">
        <w:t xml:space="preserve"> </w:t>
      </w:r>
      <w:r w:rsidR="005B7A58">
        <w:t>na</w:t>
      </w:r>
      <w:r w:rsidR="001D38E5">
        <w:t xml:space="preserve"> </w:t>
      </w:r>
      <w:r w:rsidR="005B7A58">
        <w:t>propagačních předmětech (</w:t>
      </w:r>
      <w:r w:rsidR="001D38E5">
        <w:t xml:space="preserve">vlajka, trička, FB stránky </w:t>
      </w:r>
      <w:r w:rsidR="005B7A58">
        <w:t>a</w:t>
      </w:r>
      <w:r w:rsidR="001D38E5">
        <w:t>td.</w:t>
      </w:r>
      <w:r w:rsidR="005B7A58">
        <w:t>)</w:t>
      </w:r>
      <w:r w:rsidR="00A03AA5">
        <w:t xml:space="preserve"> v</w:t>
      </w:r>
      <w:r w:rsidR="00B15402">
        <w:t> předložené podobě.</w:t>
      </w:r>
    </w:p>
    <w:p w:rsidR="00CB1B9A" w:rsidRDefault="00CB1B9A" w:rsidP="00CB1B9A"/>
    <w:p w:rsidR="00FF3AA0" w:rsidRPr="00255723" w:rsidRDefault="00AB709E" w:rsidP="00FF3AA0">
      <w:pPr>
        <w:pStyle w:val="Nadpis2"/>
        <w:jc w:val="both"/>
      </w:pPr>
      <w:r>
        <w:t>2</w:t>
      </w:r>
      <w:r w:rsidR="00FF3AA0">
        <w:t xml:space="preserve">) Užití znaku města Strakonice </w:t>
      </w:r>
    </w:p>
    <w:p w:rsidR="00FF3AA0" w:rsidRPr="00255723" w:rsidRDefault="00FF3AA0" w:rsidP="00FF3AA0">
      <w:pPr>
        <w:jc w:val="both"/>
      </w:pPr>
    </w:p>
    <w:p w:rsidR="00FF3AA0" w:rsidRPr="00255723" w:rsidRDefault="00FF3AA0" w:rsidP="00FF3AA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5723">
        <w:rPr>
          <w:b/>
          <w:bCs/>
          <w:u w:val="single"/>
        </w:rPr>
        <w:t>Návrh usnesení:</w:t>
      </w:r>
    </w:p>
    <w:p w:rsidR="00FF3AA0" w:rsidRPr="00255723" w:rsidRDefault="00FF3AA0" w:rsidP="00FF3AA0">
      <w:pPr>
        <w:widowControl w:val="0"/>
        <w:autoSpaceDE w:val="0"/>
        <w:autoSpaceDN w:val="0"/>
        <w:adjustRightInd w:val="0"/>
        <w:jc w:val="both"/>
      </w:pPr>
      <w:r w:rsidRPr="00255723">
        <w:t>RM po projednání</w:t>
      </w:r>
    </w:p>
    <w:p w:rsidR="00FF3AA0" w:rsidRPr="00255723" w:rsidRDefault="00FF3AA0" w:rsidP="00FF3AA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F3AA0" w:rsidRPr="00255723" w:rsidRDefault="00FF3AA0" w:rsidP="00FF3AA0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 xml:space="preserve">I. </w:t>
      </w:r>
      <w:r w:rsidR="002A073A">
        <w:rPr>
          <w:b/>
          <w:bCs/>
          <w:szCs w:val="26"/>
          <w:u w:val="single"/>
        </w:rPr>
        <w:t>S</w:t>
      </w:r>
      <w:r>
        <w:rPr>
          <w:b/>
          <w:bCs/>
          <w:szCs w:val="26"/>
          <w:u w:val="single"/>
        </w:rPr>
        <w:t>ouhlasí</w:t>
      </w:r>
    </w:p>
    <w:p w:rsidR="00FF3AA0" w:rsidRPr="00255723" w:rsidRDefault="00FF3AA0" w:rsidP="00FF3AA0">
      <w:pPr>
        <w:jc w:val="both"/>
      </w:pPr>
      <w:r>
        <w:t xml:space="preserve">s užitím znaku města Strakonice </w:t>
      </w:r>
      <w:r w:rsidR="002A073A">
        <w:t>Ivan</w:t>
      </w:r>
      <w:r w:rsidR="004F66CA">
        <w:t>em</w:t>
      </w:r>
      <w:r w:rsidR="002A073A">
        <w:t xml:space="preserve"> </w:t>
      </w:r>
      <w:proofErr w:type="spellStart"/>
      <w:r w:rsidR="002A073A">
        <w:t>Rillich</w:t>
      </w:r>
      <w:r w:rsidR="004F66CA">
        <w:t>em</w:t>
      </w:r>
      <w:proofErr w:type="spellEnd"/>
      <w:r w:rsidR="002A073A">
        <w:t>, Frymburk 231, 382 79 Frymburk, IČ 18418082</w:t>
      </w:r>
      <w:r>
        <w:t xml:space="preserve"> na </w:t>
      </w:r>
      <w:r w:rsidR="00AB709E">
        <w:t>celorepublikové sérii turistických magnete</w:t>
      </w:r>
      <w:r w:rsidR="00767F1D">
        <w:t>k</w:t>
      </w:r>
      <w:r w:rsidR="00AB709E">
        <w:t xml:space="preserve"> se znakem měst a pohlednicích.</w:t>
      </w:r>
    </w:p>
    <w:p w:rsidR="00FF3AA0" w:rsidRDefault="00FF3AA0" w:rsidP="00FF3AA0"/>
    <w:p w:rsidR="00FF3AA0" w:rsidRDefault="00FF3AA0" w:rsidP="00CB1B9A">
      <w:bookmarkStart w:id="0" w:name="_GoBack"/>
      <w:bookmarkEnd w:id="0"/>
    </w:p>
    <w:sectPr w:rsidR="00FF3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B7310"/>
    <w:multiLevelType w:val="hybridMultilevel"/>
    <w:tmpl w:val="38C42CB8"/>
    <w:lvl w:ilvl="0" w:tplc="3E5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164D3"/>
    <w:rsid w:val="000436D6"/>
    <w:rsid w:val="00045C0F"/>
    <w:rsid w:val="00047944"/>
    <w:rsid w:val="00051B1C"/>
    <w:rsid w:val="00065314"/>
    <w:rsid w:val="00077160"/>
    <w:rsid w:val="000B3CE3"/>
    <w:rsid w:val="000C31AD"/>
    <w:rsid w:val="000D5FAD"/>
    <w:rsid w:val="00181B71"/>
    <w:rsid w:val="0018795F"/>
    <w:rsid w:val="001C45EF"/>
    <w:rsid w:val="001D38E5"/>
    <w:rsid w:val="001D4E71"/>
    <w:rsid w:val="001E549E"/>
    <w:rsid w:val="001F155E"/>
    <w:rsid w:val="001F4C10"/>
    <w:rsid w:val="00255723"/>
    <w:rsid w:val="0026490C"/>
    <w:rsid w:val="00296628"/>
    <w:rsid w:val="002A073A"/>
    <w:rsid w:val="002A5554"/>
    <w:rsid w:val="002B5988"/>
    <w:rsid w:val="002C4FB6"/>
    <w:rsid w:val="002D5BE8"/>
    <w:rsid w:val="003015BF"/>
    <w:rsid w:val="00363CE7"/>
    <w:rsid w:val="00363E7D"/>
    <w:rsid w:val="00364546"/>
    <w:rsid w:val="003725C1"/>
    <w:rsid w:val="0037322C"/>
    <w:rsid w:val="00394897"/>
    <w:rsid w:val="003B1B59"/>
    <w:rsid w:val="003C17E5"/>
    <w:rsid w:val="003C633A"/>
    <w:rsid w:val="003C78C2"/>
    <w:rsid w:val="003E682E"/>
    <w:rsid w:val="003F0702"/>
    <w:rsid w:val="003F1855"/>
    <w:rsid w:val="003F5A23"/>
    <w:rsid w:val="00407EE9"/>
    <w:rsid w:val="00416462"/>
    <w:rsid w:val="00417F01"/>
    <w:rsid w:val="00447D78"/>
    <w:rsid w:val="004501E6"/>
    <w:rsid w:val="004502B1"/>
    <w:rsid w:val="00465191"/>
    <w:rsid w:val="0047067D"/>
    <w:rsid w:val="004A7A94"/>
    <w:rsid w:val="004C600F"/>
    <w:rsid w:val="004D044D"/>
    <w:rsid w:val="004F66CA"/>
    <w:rsid w:val="00505229"/>
    <w:rsid w:val="0054675B"/>
    <w:rsid w:val="00594588"/>
    <w:rsid w:val="005A431B"/>
    <w:rsid w:val="005B5C7A"/>
    <w:rsid w:val="005B7A58"/>
    <w:rsid w:val="00694B76"/>
    <w:rsid w:val="006A5837"/>
    <w:rsid w:val="006B32A2"/>
    <w:rsid w:val="006B5D46"/>
    <w:rsid w:val="006D339D"/>
    <w:rsid w:val="00746640"/>
    <w:rsid w:val="00767F1D"/>
    <w:rsid w:val="00793D83"/>
    <w:rsid w:val="007A4454"/>
    <w:rsid w:val="007B1D87"/>
    <w:rsid w:val="007D44C6"/>
    <w:rsid w:val="007D534A"/>
    <w:rsid w:val="007F73FB"/>
    <w:rsid w:val="00811E1C"/>
    <w:rsid w:val="00812ACC"/>
    <w:rsid w:val="008331E3"/>
    <w:rsid w:val="00833551"/>
    <w:rsid w:val="00870751"/>
    <w:rsid w:val="00871B38"/>
    <w:rsid w:val="008846B6"/>
    <w:rsid w:val="00896BF2"/>
    <w:rsid w:val="008A56AB"/>
    <w:rsid w:val="008A6582"/>
    <w:rsid w:val="008F0A58"/>
    <w:rsid w:val="00912B4D"/>
    <w:rsid w:val="00920D19"/>
    <w:rsid w:val="0092333F"/>
    <w:rsid w:val="00971CA5"/>
    <w:rsid w:val="00973609"/>
    <w:rsid w:val="00987B5E"/>
    <w:rsid w:val="0099277E"/>
    <w:rsid w:val="00995E6F"/>
    <w:rsid w:val="009C229D"/>
    <w:rsid w:val="009E26DB"/>
    <w:rsid w:val="009E6193"/>
    <w:rsid w:val="00A00312"/>
    <w:rsid w:val="00A03AA5"/>
    <w:rsid w:val="00A31377"/>
    <w:rsid w:val="00A432F0"/>
    <w:rsid w:val="00A45635"/>
    <w:rsid w:val="00A666D1"/>
    <w:rsid w:val="00A6727D"/>
    <w:rsid w:val="00A72ACE"/>
    <w:rsid w:val="00A93681"/>
    <w:rsid w:val="00AB709E"/>
    <w:rsid w:val="00AE3BF8"/>
    <w:rsid w:val="00AE5FC5"/>
    <w:rsid w:val="00B06949"/>
    <w:rsid w:val="00B15402"/>
    <w:rsid w:val="00B221BA"/>
    <w:rsid w:val="00B7412C"/>
    <w:rsid w:val="00B9190F"/>
    <w:rsid w:val="00BB125C"/>
    <w:rsid w:val="00BF4956"/>
    <w:rsid w:val="00BF7E67"/>
    <w:rsid w:val="00C24129"/>
    <w:rsid w:val="00C5239A"/>
    <w:rsid w:val="00C526C9"/>
    <w:rsid w:val="00C52E57"/>
    <w:rsid w:val="00C60DFB"/>
    <w:rsid w:val="00C62673"/>
    <w:rsid w:val="00C64F30"/>
    <w:rsid w:val="00C75EA3"/>
    <w:rsid w:val="00C957A5"/>
    <w:rsid w:val="00CA334F"/>
    <w:rsid w:val="00CB1B9A"/>
    <w:rsid w:val="00CB6DDB"/>
    <w:rsid w:val="00CD41B8"/>
    <w:rsid w:val="00D067D8"/>
    <w:rsid w:val="00D35C64"/>
    <w:rsid w:val="00D87524"/>
    <w:rsid w:val="00D950C3"/>
    <w:rsid w:val="00DB2AB0"/>
    <w:rsid w:val="00DD0A90"/>
    <w:rsid w:val="00DE1C05"/>
    <w:rsid w:val="00E20226"/>
    <w:rsid w:val="00E25290"/>
    <w:rsid w:val="00E34FEC"/>
    <w:rsid w:val="00E60B85"/>
    <w:rsid w:val="00E74C39"/>
    <w:rsid w:val="00E9034A"/>
    <w:rsid w:val="00EC6FEB"/>
    <w:rsid w:val="00EE2AC7"/>
    <w:rsid w:val="00EE7037"/>
    <w:rsid w:val="00F01FF1"/>
    <w:rsid w:val="00F045FF"/>
    <w:rsid w:val="00F11AA5"/>
    <w:rsid w:val="00F132F6"/>
    <w:rsid w:val="00F25330"/>
    <w:rsid w:val="00F26743"/>
    <w:rsid w:val="00F57624"/>
    <w:rsid w:val="00F605E3"/>
    <w:rsid w:val="00F757C4"/>
    <w:rsid w:val="00FA3A7B"/>
    <w:rsid w:val="00FA7DE3"/>
    <w:rsid w:val="00FC4DB6"/>
    <w:rsid w:val="00FC55E1"/>
    <w:rsid w:val="00FF0B50"/>
    <w:rsid w:val="00FF3AA0"/>
    <w:rsid w:val="00FF3EC6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0BED1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945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6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26</TotalTime>
  <Pages>2</Pages>
  <Words>124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19</cp:revision>
  <cp:lastPrinted>2018-11-13T12:15:00Z</cp:lastPrinted>
  <dcterms:created xsi:type="dcterms:W3CDTF">2019-02-25T10:05:00Z</dcterms:created>
  <dcterms:modified xsi:type="dcterms:W3CDTF">2019-02-27T13:56:00Z</dcterms:modified>
</cp:coreProperties>
</file>